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DF6694" w:rsidP="00F0533E">
      <w:pPr>
        <w:rPr>
          <w:noProof/>
        </w:rPr>
      </w:pPr>
      <w:r w:rsidRPr="00EA7208">
        <w:rPr>
          <w:noProof/>
        </w:rPr>
        <w:t xml:space="preserve">Příloha č. </w:t>
      </w:r>
      <w:r w:rsidR="00EA7208" w:rsidRPr="00EA7208">
        <w:rPr>
          <w:noProof/>
        </w:rPr>
        <w:t>6 Rámcové dohody</w:t>
      </w:r>
    </w:p>
    <w:p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4110"/>
      </w:tblGrid>
      <w:tr w:rsidR="00EA7208" w:rsidRPr="00FD23CD" w:rsidTr="00EA72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A7208" w:rsidRPr="000E5CAE" w:rsidRDefault="00EA7208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A7208" w:rsidRPr="000E5CAE" w:rsidRDefault="00EA7208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EA7208" w:rsidRPr="00FD23CD" w:rsidTr="00EA72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208" w:rsidRPr="000E5CAE" w:rsidRDefault="00EA7208" w:rsidP="00EA72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A7208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Název pozice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208" w:rsidRPr="000E5CAE" w:rsidRDefault="00EA720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:rsidR="00EA7208" w:rsidRPr="000E5CAE" w:rsidRDefault="00EA720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EA7208" w:rsidRPr="000E5CAE" w:rsidRDefault="00EA720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:rsidR="00EA7208" w:rsidRPr="000E5CAE" w:rsidRDefault="00EA720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EA7208" w:rsidRPr="000E5CAE" w:rsidRDefault="00EA720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:rsidR="00EA7208" w:rsidRPr="000E5CAE" w:rsidRDefault="00EA720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EA7208" w:rsidRPr="00FD23CD" w:rsidTr="00EA72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208" w:rsidRPr="000E5CAE" w:rsidRDefault="00EA7208" w:rsidP="00EA72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A7208">
              <w:rPr>
                <w:rFonts w:asciiTheme="majorHAnsi" w:hAnsiTheme="majorHAnsi"/>
                <w:sz w:val="18"/>
                <w:highlight w:val="green"/>
                <w:lang w:eastAsia="cs-CZ"/>
              </w:rPr>
              <w:t>Název pozice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208" w:rsidRPr="000E5CAE" w:rsidRDefault="00EA720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:rsidR="00EA7208" w:rsidRPr="000E5CAE" w:rsidRDefault="00EA720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EA7208" w:rsidRPr="000E5CAE" w:rsidRDefault="00EA720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:rsidR="00EA7208" w:rsidRPr="000E5CAE" w:rsidRDefault="00EA7208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EA7208" w:rsidRPr="000E5CAE" w:rsidRDefault="00EA7208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:rsidR="00EA7208" w:rsidRPr="000E5CAE" w:rsidRDefault="00EA7208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EA7208" w:rsidRPr="00FD23CD" w:rsidTr="00EA72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208" w:rsidRPr="000E5CAE" w:rsidRDefault="00EA7208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A7208">
              <w:rPr>
                <w:rFonts w:asciiTheme="majorHAnsi" w:hAnsiTheme="majorHAnsi"/>
                <w:sz w:val="18"/>
                <w:highlight w:val="green"/>
                <w:lang w:eastAsia="cs-CZ"/>
              </w:rPr>
              <w:t>Název pozice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208" w:rsidRPr="000E5CAE" w:rsidRDefault="00EA720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:rsidR="00EA7208" w:rsidRPr="000E5CAE" w:rsidRDefault="00EA720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EA7208" w:rsidRPr="000E5CAE" w:rsidRDefault="00EA720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:rsidR="00EA7208" w:rsidRPr="000E5CAE" w:rsidRDefault="00EA7208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EA7208" w:rsidRPr="000E5CAE" w:rsidRDefault="00EA7208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:rsidR="00EA7208" w:rsidRPr="000E5CAE" w:rsidRDefault="00EA7208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EA7208" w:rsidRPr="00FD23CD" w:rsidTr="00EA72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08" w:rsidRPr="00EA7208" w:rsidRDefault="00EA7208" w:rsidP="00113508">
            <w:pPr>
              <w:rPr>
                <w:rFonts w:asciiTheme="majorHAnsi" w:hAnsiTheme="majorHAnsi"/>
                <w:highlight w:val="green"/>
                <w:lang w:eastAsia="cs-CZ"/>
              </w:rPr>
            </w:pPr>
            <w:r w:rsidRPr="00EA7208">
              <w:rPr>
                <w:rFonts w:asciiTheme="majorHAnsi" w:hAnsiTheme="majorHAnsi"/>
                <w:sz w:val="18"/>
                <w:highlight w:val="green"/>
                <w:lang w:eastAsia="cs-CZ"/>
              </w:rPr>
              <w:lastRenderedPageBreak/>
              <w:t>Název pozice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08" w:rsidRPr="000E5CAE" w:rsidRDefault="00EA7208" w:rsidP="00EA72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:rsidR="00EA7208" w:rsidRPr="000E5CAE" w:rsidRDefault="00EA7208" w:rsidP="00EA72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EA7208" w:rsidRPr="000E5CAE" w:rsidRDefault="00EA7208" w:rsidP="00EA72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:rsidR="00EA7208" w:rsidRPr="000E5CAE" w:rsidRDefault="00EA7208" w:rsidP="00EA72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:rsidR="00EA7208" w:rsidRPr="000E5CAE" w:rsidRDefault="00EA7208" w:rsidP="00EA72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:rsidR="00EA7208" w:rsidRPr="000E5CAE" w:rsidRDefault="00EA7208" w:rsidP="00EA7208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  <w:bookmarkStart w:id="0" w:name="_GoBack"/>
            <w:bookmarkEnd w:id="0"/>
          </w:p>
        </w:tc>
      </w:tr>
    </w:tbl>
    <w:p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63F" w:rsidRDefault="00DC663F" w:rsidP="00962258">
      <w:pPr>
        <w:spacing w:after="0" w:line="240" w:lineRule="auto"/>
      </w:pPr>
      <w:r>
        <w:separator/>
      </w:r>
    </w:p>
  </w:endnote>
  <w:endnote w:type="continuationSeparator" w:id="0">
    <w:p w:rsidR="00DC663F" w:rsidRDefault="00DC663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720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720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72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720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EA7208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63F" w:rsidRDefault="00DC663F" w:rsidP="00962258">
      <w:pPr>
        <w:spacing w:after="0" w:line="240" w:lineRule="auto"/>
      </w:pPr>
      <w:r>
        <w:separator/>
      </w:r>
    </w:p>
  </w:footnote>
  <w:footnote w:type="continuationSeparator" w:id="0">
    <w:p w:rsidR="00DC663F" w:rsidRDefault="00DC663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3752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66D6F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6163D"/>
    <w:rsid w:val="00D73D46"/>
    <w:rsid w:val="00D831A3"/>
    <w:rsid w:val="00DC663F"/>
    <w:rsid w:val="00DC75F3"/>
    <w:rsid w:val="00DD46F3"/>
    <w:rsid w:val="00DE56F2"/>
    <w:rsid w:val="00DF116D"/>
    <w:rsid w:val="00DF6694"/>
    <w:rsid w:val="00E36C4A"/>
    <w:rsid w:val="00EA720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1FF906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03FCEF-3E7D-4A5D-8BD1-1A6A5E8AB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74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2022-03-07T12:01:00Z</dcterms:created>
  <dcterms:modified xsi:type="dcterms:W3CDTF">2022-03-07T12:03:00Z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